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AB3E1B" w14:textId="77777777" w:rsidR="007479E1" w:rsidRDefault="007479E1" w:rsidP="007479E1">
      <w:pPr>
        <w:pStyle w:val="Nadpis4"/>
        <w:jc w:val="center"/>
        <w:rPr>
          <w:noProof/>
        </w:rPr>
      </w:pPr>
      <w:r w:rsidRPr="007479E1">
        <w:rPr>
          <w:noProof/>
          <w:sz w:val="28"/>
        </w:rPr>
        <w:t>Osvědčení Správy železnic o řádném poskytnutí a dokončení stavebních prací</w:t>
      </w:r>
    </w:p>
    <w:p w14:paraId="2D7A9C21" w14:textId="77777777" w:rsidR="007479E1" w:rsidRDefault="007479E1" w:rsidP="00F0533E">
      <w:pPr>
        <w:rPr>
          <w:noProof/>
        </w:rPr>
      </w:pPr>
    </w:p>
    <w:p w14:paraId="53C45D74" w14:textId="77777777" w:rsidR="007479E1" w:rsidRDefault="007479E1" w:rsidP="007479E1">
      <w:pPr>
        <w:spacing w:after="0"/>
        <w:rPr>
          <w:noProof/>
        </w:rPr>
      </w:pPr>
      <w:r>
        <w:rPr>
          <w:noProof/>
        </w:rPr>
        <w:t xml:space="preserve">č. j.: </w:t>
      </w:r>
      <w:r>
        <w:rPr>
          <w:noProof/>
        </w:rPr>
        <w:fldChar w:fldCharType="begin">
          <w:ffData>
            <w:name w:val="Text1"/>
            <w:enabled/>
            <w:calcOnExit w:val="0"/>
            <w:textInput>
              <w:default w:val="[●]"/>
            </w:textInput>
          </w:ffData>
        </w:fldChar>
      </w:r>
      <w:bookmarkStart w:id="0" w:name="Text1"/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[●]</w:t>
      </w:r>
      <w:r>
        <w:rPr>
          <w:noProof/>
        </w:rPr>
        <w:fldChar w:fldCharType="end"/>
      </w:r>
      <w:bookmarkEnd w:id="0"/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216EEB5F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F41FF36" w14:textId="77777777" w:rsidR="007479E1" w:rsidRPr="007D7EE3" w:rsidRDefault="007479E1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Název zakázky:</w:t>
            </w:r>
          </w:p>
        </w:tc>
        <w:tc>
          <w:tcPr>
            <w:tcW w:w="4264" w:type="dxa"/>
          </w:tcPr>
          <w:p w14:paraId="11E88CD1" w14:textId="77777777" w:rsidR="007479E1" w:rsidRPr="007D7EE3" w:rsidRDefault="007479E1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6FFAC59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7484CE4" w14:textId="77777777" w:rsidR="007479E1" w:rsidRPr="007D7EE3" w:rsidRDefault="007479E1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Číslo smlouvy Správy železnic (CES):</w:t>
            </w:r>
          </w:p>
        </w:tc>
        <w:tc>
          <w:tcPr>
            <w:tcW w:w="4264" w:type="dxa"/>
          </w:tcPr>
          <w:p w14:paraId="6BBA9533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155ED99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27AA8F1" w14:textId="77777777" w:rsidR="007479E1" w:rsidRPr="007D7EE3" w:rsidRDefault="007479E1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Objednatel:</w:t>
            </w:r>
          </w:p>
        </w:tc>
        <w:tc>
          <w:tcPr>
            <w:tcW w:w="4264" w:type="dxa"/>
          </w:tcPr>
          <w:p w14:paraId="36AFE7DD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316DDDF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2CF1BB9" w14:textId="77777777" w:rsidR="007479E1" w:rsidRPr="007D7EE3" w:rsidRDefault="007479E1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Datum zahájení prací:</w:t>
            </w:r>
          </w:p>
        </w:tc>
        <w:tc>
          <w:tcPr>
            <w:tcW w:w="4264" w:type="dxa"/>
          </w:tcPr>
          <w:p w14:paraId="0E67712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20E46F3D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EE9D214" w14:textId="77777777" w:rsidR="007479E1" w:rsidRPr="007D7EE3" w:rsidRDefault="00AC4146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 xml:space="preserve">Datum dokončení prací </w:t>
            </w:r>
            <w:r w:rsidRPr="007D7EE3">
              <w:rPr>
                <w:noProof/>
              </w:rPr>
              <w:t>(stavebních nebo technologických):</w:t>
            </w:r>
          </w:p>
        </w:tc>
        <w:tc>
          <w:tcPr>
            <w:tcW w:w="4264" w:type="dxa"/>
          </w:tcPr>
          <w:p w14:paraId="4B2D38AF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17201F0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68C2C95" w14:textId="77777777" w:rsidR="007479E1" w:rsidRPr="007D7EE3" w:rsidRDefault="00AC4146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Uvedení poslední části stavby do zkušebního provozu:</w:t>
            </w:r>
          </w:p>
        </w:tc>
        <w:tc>
          <w:tcPr>
            <w:tcW w:w="4264" w:type="dxa"/>
          </w:tcPr>
          <w:p w14:paraId="7A973D8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32E2575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528E21" w14:textId="77777777" w:rsidR="007479E1" w:rsidRPr="007D7EE3" w:rsidRDefault="00AC4146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 xml:space="preserve">Datum dokončení díla </w:t>
            </w:r>
            <w:r w:rsidRPr="007D7EE3">
              <w:rPr>
                <w:noProof/>
              </w:rPr>
              <w:t>(vč. dokumentace):</w:t>
            </w:r>
          </w:p>
        </w:tc>
        <w:tc>
          <w:tcPr>
            <w:tcW w:w="4264" w:type="dxa"/>
          </w:tcPr>
          <w:p w14:paraId="6823723C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7479E1" w:rsidRPr="00AC4146" w14:paraId="11ABB69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03E7662" w14:textId="77777777" w:rsidR="007479E1" w:rsidRPr="007D7EE3" w:rsidRDefault="00AC4146" w:rsidP="00F0533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Konečná cena díla celkem v</w:t>
            </w:r>
            <w:r w:rsidR="002D0272" w:rsidRPr="007D7EE3">
              <w:rPr>
                <w:b/>
                <w:noProof/>
              </w:rPr>
              <w:t> </w:t>
            </w:r>
            <w:r w:rsidRPr="007D7EE3">
              <w:rPr>
                <w:b/>
                <w:noProof/>
              </w:rPr>
              <w:t>Kč</w:t>
            </w:r>
            <w:r w:rsidR="002D0272" w:rsidRPr="007D7EE3">
              <w:rPr>
                <w:b/>
                <w:noProof/>
              </w:rPr>
              <w:t xml:space="preserve"> bez DPH</w:t>
            </w:r>
            <w:r w:rsidRPr="007D7EE3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67506125" w14:textId="77777777" w:rsidR="007479E1" w:rsidRPr="007D7EE3" w:rsidRDefault="007479E1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14:paraId="038872C9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4D02C07A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4A837C7" w14:textId="77777777" w:rsidR="007479E1" w:rsidRPr="007D7EE3" w:rsidRDefault="00AC4146" w:rsidP="00153E75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Zhotovitel díla</w:t>
            </w:r>
            <w:r w:rsidR="00153E75" w:rsidRPr="007D7EE3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64708DF4" w14:textId="77777777" w:rsidR="007479E1" w:rsidRPr="007D7EE3" w:rsidRDefault="00153E75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>
                    <w:default w:val="[název dle SOD, sídlo, IČO]"/>
                  </w:textInput>
                </w:ffData>
              </w:fldChar>
            </w:r>
            <w:bookmarkStart w:id="1" w:name="Text2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[název dle SOD, sídlo, IČO]</w:t>
            </w:r>
            <w:r w:rsidRPr="007D7EE3">
              <w:rPr>
                <w:noProof/>
              </w:rPr>
              <w:fldChar w:fldCharType="end"/>
            </w:r>
            <w:bookmarkEnd w:id="1"/>
          </w:p>
        </w:tc>
      </w:tr>
      <w:tr w:rsidR="007479E1" w:rsidRPr="00AC4146" w14:paraId="4947D6E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D9EE54E" w14:textId="77777777" w:rsidR="007479E1" w:rsidRPr="007D7EE3" w:rsidRDefault="00153E75" w:rsidP="00153E75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Správce/vedoucí společník:</w:t>
            </w:r>
          </w:p>
        </w:tc>
        <w:tc>
          <w:tcPr>
            <w:tcW w:w="4264" w:type="dxa"/>
          </w:tcPr>
          <w:p w14:paraId="53CFCB22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2"/>
          </w:p>
          <w:p w14:paraId="65B0C37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25D5C08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40CC6AB" w14:textId="77777777" w:rsidR="007479E1" w:rsidRPr="007D7EE3" w:rsidRDefault="004C037A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Další společník:</w:t>
            </w:r>
          </w:p>
        </w:tc>
        <w:tc>
          <w:tcPr>
            <w:tcW w:w="4264" w:type="dxa"/>
          </w:tcPr>
          <w:p w14:paraId="592E6B08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3"/>
          </w:p>
          <w:p w14:paraId="64CCF4BC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(v případě, kdy se jedná o společnost na zákaldě společenské smlouvy- dříve sdružení)</w:t>
            </w:r>
          </w:p>
        </w:tc>
      </w:tr>
      <w:tr w:rsidR="007479E1" w:rsidRPr="00AC4146" w14:paraId="56F3D59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484BB9" w14:textId="77777777" w:rsidR="007479E1" w:rsidRPr="007D7EE3" w:rsidRDefault="004C037A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Další společník:</w:t>
            </w:r>
          </w:p>
        </w:tc>
        <w:tc>
          <w:tcPr>
            <w:tcW w:w="4264" w:type="dxa"/>
          </w:tcPr>
          <w:p w14:paraId="348DA6AA" w14:textId="77777777" w:rsidR="004C037A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</w:p>
          <w:p w14:paraId="393F92E9" w14:textId="77777777" w:rsidR="007479E1" w:rsidRPr="007D7EE3" w:rsidRDefault="004C037A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  <w:vanish/>
              </w:rPr>
              <w:t>(v případě, kdy se jedná o společnost na zákaldě společenské smlouvy- dříve sdružení)</w:t>
            </w:r>
          </w:p>
        </w:tc>
      </w:tr>
    </w:tbl>
    <w:p w14:paraId="6356506E" w14:textId="77777777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2897"/>
        <w:gridCol w:w="2835"/>
        <w:gridCol w:w="2890"/>
      </w:tblGrid>
      <w:tr w:rsidR="00AC4146" w14:paraId="1AF00D61" w14:textId="77777777" w:rsidTr="00835CC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  <w:shd w:val="clear" w:color="auto" w:fill="FFBFBF" w:themeFill="accent6" w:themeFillTint="33"/>
          </w:tcPr>
          <w:p w14:paraId="015883DA" w14:textId="77777777" w:rsidR="00AC4146" w:rsidRPr="007D7EE3" w:rsidRDefault="00AC4146" w:rsidP="007D7EE3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Identifikace poddodavatele</w:t>
            </w:r>
          </w:p>
        </w:tc>
        <w:tc>
          <w:tcPr>
            <w:tcW w:w="2835" w:type="dxa"/>
            <w:shd w:val="clear" w:color="auto" w:fill="FFBFBF" w:themeFill="accent6" w:themeFillTint="33"/>
          </w:tcPr>
          <w:p w14:paraId="3BC6E749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b/>
                <w:noProof/>
              </w:rPr>
              <w:t>Věcný rozsah poddodávky</w:t>
            </w:r>
          </w:p>
        </w:tc>
        <w:tc>
          <w:tcPr>
            <w:tcW w:w="2890" w:type="dxa"/>
            <w:shd w:val="clear" w:color="auto" w:fill="FFBFBF" w:themeFill="accent6" w:themeFillTint="33"/>
          </w:tcPr>
          <w:p w14:paraId="58A3B1FD" w14:textId="77777777" w:rsidR="00AC4146" w:rsidRPr="007D7EE3" w:rsidRDefault="007D7EE3" w:rsidP="007D7EE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b/>
                <w:noProof/>
              </w:rPr>
              <w:t>Hodnota poddodávky</w:t>
            </w:r>
          </w:p>
        </w:tc>
      </w:tr>
      <w:tr w:rsidR="00AC4146" w14:paraId="130B7E9E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063E0D3F" w14:textId="77777777" w:rsidR="00AC4146" w:rsidRPr="007D7EE3" w:rsidRDefault="004C037A" w:rsidP="007479E1">
            <w:pPr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4"/>
          </w:p>
          <w:p w14:paraId="158ED68C" w14:textId="77777777" w:rsidR="004C037A" w:rsidRPr="007D7EE3" w:rsidRDefault="007D7EE3" w:rsidP="007479E1">
            <w:pPr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(obchodní firma, sídlo a IČO)</w:t>
            </w:r>
          </w:p>
        </w:tc>
        <w:tc>
          <w:tcPr>
            <w:tcW w:w="2835" w:type="dxa"/>
          </w:tcPr>
          <w:p w14:paraId="23C9763A" w14:textId="77777777" w:rsidR="00AC4146" w:rsidRPr="007D7EE3" w:rsidRDefault="004C037A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5"/>
          </w:p>
          <w:p w14:paraId="02C95FD9" w14:textId="77777777" w:rsidR="004C037A" w:rsidRPr="007D7EE3" w:rsidRDefault="007D7EE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(označení dle čísel a názvů jednotlivých SO a PS, připadně jiným způsobem, nelze-li označit dle SO a PS např. popis vykonaných činností nebo dodávek)</w:t>
            </w:r>
          </w:p>
        </w:tc>
        <w:tc>
          <w:tcPr>
            <w:tcW w:w="2890" w:type="dxa"/>
          </w:tcPr>
          <w:p w14:paraId="026EB3F8" w14:textId="77777777" w:rsidR="00AC4146" w:rsidRPr="007D7EE3" w:rsidRDefault="004C037A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t> </w:t>
            </w:r>
            <w:r w:rsidRPr="007D7EE3">
              <w:rPr>
                <w:noProof/>
              </w:rPr>
              <w:fldChar w:fldCharType="end"/>
            </w:r>
            <w:bookmarkEnd w:id="6"/>
          </w:p>
          <w:p w14:paraId="6BFAE40C" w14:textId="77777777" w:rsidR="007D7EE3" w:rsidRPr="007D7EE3" w:rsidRDefault="007D7EE3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  <w:vanish/>
              </w:rPr>
            </w:pPr>
            <w:r w:rsidRPr="007D7EE3">
              <w:rPr>
                <w:noProof/>
                <w:vanish/>
              </w:rPr>
              <w:t>(v % ze smluvní ceny díla a v konkrétní částka v Kč bez DPH)</w:t>
            </w:r>
          </w:p>
        </w:tc>
      </w:tr>
      <w:tr w:rsidR="00AC4146" w14:paraId="175F7E04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3B0532B7" w14:textId="77777777" w:rsidR="00AC4146" w:rsidRPr="007D7EE3" w:rsidRDefault="00AC4146" w:rsidP="007479E1">
            <w:pPr>
              <w:rPr>
                <w:noProof/>
              </w:rPr>
            </w:pPr>
          </w:p>
        </w:tc>
        <w:tc>
          <w:tcPr>
            <w:tcW w:w="2835" w:type="dxa"/>
          </w:tcPr>
          <w:p w14:paraId="51775C9D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890" w:type="dxa"/>
          </w:tcPr>
          <w:p w14:paraId="6B28CD79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AC4146" w14:paraId="72A0D809" w14:textId="77777777" w:rsidTr="00835CCE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7" w:type="dxa"/>
          </w:tcPr>
          <w:p w14:paraId="45721806" w14:textId="77777777" w:rsidR="00AC4146" w:rsidRPr="007D7EE3" w:rsidRDefault="00AC4146" w:rsidP="007479E1">
            <w:pPr>
              <w:rPr>
                <w:noProof/>
              </w:rPr>
            </w:pPr>
          </w:p>
        </w:tc>
        <w:tc>
          <w:tcPr>
            <w:tcW w:w="2835" w:type="dxa"/>
          </w:tcPr>
          <w:p w14:paraId="45107D57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890" w:type="dxa"/>
          </w:tcPr>
          <w:p w14:paraId="24A5404F" w14:textId="77777777" w:rsidR="00AC4146" w:rsidRPr="007D7EE3" w:rsidRDefault="00AC4146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14:paraId="1F8CBA19" w14:textId="77777777" w:rsidR="00AC4146" w:rsidRDefault="00AC4146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C324AC" w:rsidRPr="00AC4146" w14:paraId="339385BE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4CC090D" w14:textId="77777777" w:rsidR="00AC4146" w:rsidRPr="007D7EE3" w:rsidRDefault="00AC4146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lastRenderedPageBreak/>
              <w:t>Rozsah prací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52842BDC" w14:textId="77777777" w:rsidR="007479E1" w:rsidRPr="007D7EE3" w:rsidRDefault="007D7EE3" w:rsidP="004C037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 w:rsidRPr="007D7EE3">
              <w:rPr>
                <w:noProof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dle předmětu díla/ předmětu plnění VZ]"/>
                  </w:textInput>
                </w:ffData>
              </w:fldChar>
            </w:r>
            <w:bookmarkStart w:id="7" w:name="Text8"/>
            <w:r w:rsidRPr="007D7EE3">
              <w:rPr>
                <w:noProof/>
              </w:rPr>
              <w:instrText xml:space="preserve"> FORMTEXT </w:instrText>
            </w:r>
            <w:r w:rsidRPr="007D7EE3">
              <w:rPr>
                <w:noProof/>
              </w:rPr>
            </w:r>
            <w:r w:rsidRPr="007D7EE3">
              <w:rPr>
                <w:noProof/>
              </w:rPr>
              <w:fldChar w:fldCharType="separate"/>
            </w:r>
            <w:r w:rsidRPr="007D7EE3">
              <w:rPr>
                <w:noProof/>
              </w:rPr>
              <w:t>[dle předmětu díla/ předmětu plnění VZ]</w:t>
            </w:r>
            <w:r w:rsidRPr="007D7EE3">
              <w:rPr>
                <w:noProof/>
              </w:rPr>
              <w:fldChar w:fldCharType="end"/>
            </w:r>
            <w:bookmarkEnd w:id="7"/>
          </w:p>
        </w:tc>
      </w:tr>
      <w:tr w:rsidR="007479E1" w:rsidRPr="00AC4146" w14:paraId="0FDD623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D7E964D" w14:textId="77777777" w:rsidR="001D4402" w:rsidRPr="007D7EE3" w:rsidRDefault="00AC4146" w:rsidP="001D4402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Charakter prací</w:t>
            </w:r>
            <w:r w:rsidR="00835CCE">
              <w:rPr>
                <w:b/>
                <w:noProof/>
              </w:rPr>
              <w:t>:</w:t>
            </w:r>
          </w:p>
          <w:p w14:paraId="3C58DE5E" w14:textId="77777777" w:rsidR="007479E1" w:rsidRPr="007D7EE3" w:rsidRDefault="007479E1" w:rsidP="004C037A">
            <w:pPr>
              <w:rPr>
                <w:b/>
                <w:noProof/>
              </w:rPr>
            </w:pPr>
          </w:p>
        </w:tc>
        <w:tc>
          <w:tcPr>
            <w:tcW w:w="4264" w:type="dxa"/>
          </w:tcPr>
          <w:p w14:paraId="3857802F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9"/>
                  <w:enabled/>
                  <w:calcOnExit w:val="0"/>
                  <w:textInput>
                    <w:default w:val="[oprava/údržba/modernizace/rekonstrukce/novostavba]"/>
                  </w:textInput>
                </w:ffData>
              </w:fldChar>
            </w:r>
            <w:bookmarkStart w:id="8" w:name="Text9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[oprava/údržba/modernizace/rekonstrukce/novostavba]</w:t>
            </w:r>
            <w:r>
              <w:rPr>
                <w:noProof/>
              </w:rPr>
              <w:fldChar w:fldCharType="end"/>
            </w:r>
            <w:bookmarkEnd w:id="8"/>
          </w:p>
        </w:tc>
      </w:tr>
      <w:tr w:rsidR="007479E1" w:rsidRPr="00AC4146" w14:paraId="4A79BCDF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0DBB56" w14:textId="77777777" w:rsidR="007479E1" w:rsidRPr="007D7EE3" w:rsidRDefault="001D4402" w:rsidP="004C037A">
            <w:pPr>
              <w:rPr>
                <w:b/>
                <w:noProof/>
              </w:rPr>
            </w:pPr>
            <w:r>
              <w:rPr>
                <w:b/>
                <w:noProof/>
              </w:rPr>
              <w:t>Délka traťového úseku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18D8A68A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v km, uvést jen případě, že je to relevantní vzhledem k předmětu VZ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[v km,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3116FD8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B4F8E74" w14:textId="77777777" w:rsidR="007479E1" w:rsidRPr="007D7EE3" w:rsidRDefault="00835CCE" w:rsidP="001D4402">
            <w:pPr>
              <w:rPr>
                <w:b/>
                <w:noProof/>
              </w:rPr>
            </w:pPr>
            <w:r>
              <w:rPr>
                <w:b/>
                <w:noProof/>
              </w:rPr>
              <w:t>Dílo probíhalo na trati:</w:t>
            </w:r>
          </w:p>
        </w:tc>
        <w:tc>
          <w:tcPr>
            <w:tcW w:w="4264" w:type="dxa"/>
          </w:tcPr>
          <w:p w14:paraId="7618D101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jednokolejné/vícekolejné, uvést jen případě, že je to relevantní vzhledem k předmětu VZ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[jednokolejné/vícekolejné,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40F33B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A095971" w14:textId="77777777" w:rsidR="007479E1" w:rsidRPr="007D7EE3" w:rsidRDefault="001D4402" w:rsidP="001D4402">
            <w:pPr>
              <w:rPr>
                <w:b/>
                <w:noProof/>
              </w:rPr>
            </w:pPr>
            <w:r>
              <w:rPr>
                <w:b/>
                <w:noProof/>
              </w:rPr>
              <w:t>Dílo probíhalo na trati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33B93ABD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elektrifikované/neelektrifikované, uvést jen případě, že je to relevantní vzhledem k předmětu VZ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[elektrifikované/neelektrifikované,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5BE056E7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63F98CC" w14:textId="77777777" w:rsidR="007479E1" w:rsidRPr="007D7EE3" w:rsidRDefault="001D4402" w:rsidP="001D4402">
            <w:pPr>
              <w:rPr>
                <w:b/>
                <w:noProof/>
              </w:rPr>
            </w:pPr>
            <w:r>
              <w:rPr>
                <w:b/>
                <w:noProof/>
              </w:rPr>
              <w:t>Dílo probíhalo na trati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40D58F1E" w14:textId="77777777" w:rsidR="007479E1" w:rsidRPr="007D7EE3" w:rsidRDefault="001D4402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širé (mezistaniční úsek/ve stanici, uvést jen případě, že je to relevantní vzhledem k předmětu VZ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[širé (mezistaniční úsek/ve stanici, uvést jen případě, že je to relevantní vzhledem k předmětu VZ]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10EC0C82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872B010" w14:textId="77777777" w:rsidR="007479E1" w:rsidRPr="007D7EE3" w:rsidRDefault="006E2AA4" w:rsidP="001D4402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Stavební práce zahrnov</w:t>
            </w:r>
            <w:r w:rsidR="001D4402">
              <w:rPr>
                <w:b/>
                <w:noProof/>
              </w:rPr>
              <w:t>aly práce na železničním svršku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72D92EF9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487BE4" w:rsidRPr="00AC4146" w14:paraId="1F0725CE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03CB8B0" w14:textId="78765AAC" w:rsidR="00487BE4" w:rsidRPr="007D7EE3" w:rsidRDefault="00487BE4" w:rsidP="001D4402">
            <w:pPr>
              <w:rPr>
                <w:b/>
                <w:noProof/>
              </w:rPr>
            </w:pPr>
            <w:r w:rsidRPr="00487BE4">
              <w:rPr>
                <w:b/>
                <w:noProof/>
              </w:rPr>
              <w:t>Stavební práce zahrnovaly práce na výhybkách:</w:t>
            </w:r>
          </w:p>
        </w:tc>
        <w:tc>
          <w:tcPr>
            <w:tcW w:w="4264" w:type="dxa"/>
          </w:tcPr>
          <w:p w14:paraId="0485E0A1" w14:textId="6CA8602B" w:rsidR="00487BE4" w:rsidRDefault="00487BE4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počet výhybek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počet výhybek]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68CF3E9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AA8890E" w14:textId="77777777" w:rsidR="007479E1" w:rsidRPr="007D7EE3" w:rsidRDefault="006E2AA4" w:rsidP="001D4402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Stavební práce zahrnov</w:t>
            </w:r>
            <w:r w:rsidR="00835CCE">
              <w:rPr>
                <w:b/>
                <w:noProof/>
              </w:rPr>
              <w:t>aly práce na železničním spodku:</w:t>
            </w:r>
          </w:p>
        </w:tc>
        <w:tc>
          <w:tcPr>
            <w:tcW w:w="4264" w:type="dxa"/>
          </w:tcPr>
          <w:p w14:paraId="3E9EAFE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délku]</w:t>
            </w:r>
            <w:r>
              <w:rPr>
                <w:noProof/>
              </w:rPr>
              <w:fldChar w:fldCharType="end"/>
            </w:r>
          </w:p>
        </w:tc>
      </w:tr>
      <w:tr w:rsidR="007479E1" w:rsidRPr="00AC4146" w14:paraId="02CECDC8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A1ACA7" w14:textId="53A235DC" w:rsidR="007479E1" w:rsidRPr="007D7EE3" w:rsidRDefault="00314819" w:rsidP="001D4402">
            <w:pPr>
              <w:rPr>
                <w:b/>
                <w:noProof/>
              </w:rPr>
            </w:pPr>
            <w:r w:rsidRPr="00314819">
              <w:rPr>
                <w:b/>
                <w:noProof/>
              </w:rPr>
              <w:t>Stavební práce zahrnovaly práce na masivních mostních objektech:</w:t>
            </w:r>
          </w:p>
        </w:tc>
        <w:tc>
          <w:tcPr>
            <w:tcW w:w="4264" w:type="dxa"/>
          </w:tcPr>
          <w:p w14:paraId="62697588" w14:textId="77777777" w:rsidR="007479E1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 mostního objektů/mostních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314819" w:rsidRPr="00AC4146" w14:paraId="0131E344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3B24D4C" w14:textId="30B94A64" w:rsidR="00314819" w:rsidRPr="007D7EE3" w:rsidRDefault="00314819" w:rsidP="001D4402">
            <w:pPr>
              <w:rPr>
                <w:b/>
                <w:noProof/>
              </w:rPr>
            </w:pPr>
            <w:r w:rsidRPr="00314819">
              <w:rPr>
                <w:b/>
                <w:noProof/>
              </w:rPr>
              <w:t>Stavební práce zahrnovaly práce na mostních objektech s ocelovou nosnou konstrukcí:</w:t>
            </w:r>
          </w:p>
        </w:tc>
        <w:tc>
          <w:tcPr>
            <w:tcW w:w="4264" w:type="dxa"/>
          </w:tcPr>
          <w:p w14:paraId="6A4C0392" w14:textId="5CC48267" w:rsidR="00314819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mostního objektů/mostních objektů, případně jinou specifikaci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 mostního objektů/mostních objektů, případně jinou specifikaci]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06F6874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2B9304C" w14:textId="4CC03633" w:rsidR="006E2AA4" w:rsidRPr="007D7EE3" w:rsidRDefault="00314819" w:rsidP="00835CCE">
            <w:pPr>
              <w:rPr>
                <w:b/>
                <w:noProof/>
              </w:rPr>
            </w:pPr>
            <w:r w:rsidRPr="00314819">
              <w:rPr>
                <w:b/>
                <w:noProof/>
              </w:rPr>
              <w:t>Stavební práce zahrnovaly práce na tunelech:</w:t>
            </w:r>
          </w:p>
        </w:tc>
        <w:tc>
          <w:tcPr>
            <w:tcW w:w="4264" w:type="dxa"/>
          </w:tcPr>
          <w:p w14:paraId="257EA7C2" w14:textId="071252A1" w:rsidR="006E2AA4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délku tunelu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délku tunelu]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612D6CCA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3AB0ABC6" w14:textId="77777777" w:rsidR="006E2AA4" w:rsidRPr="007D7EE3" w:rsidRDefault="00040DA0" w:rsidP="00835CCE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Stavební práce zahrnovaly p</w:t>
            </w:r>
            <w:r w:rsidR="00835CCE">
              <w:rPr>
                <w:b/>
                <w:noProof/>
              </w:rPr>
              <w:t>ráce na zabezpečovacím zařízení:</w:t>
            </w:r>
          </w:p>
        </w:tc>
        <w:tc>
          <w:tcPr>
            <w:tcW w:w="4264" w:type="dxa"/>
          </w:tcPr>
          <w:p w14:paraId="26BAA3DF" w14:textId="77777777" w:rsidR="006E2AA4" w:rsidRPr="007D7EE3" w:rsidRDefault="00835CCE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délku traťového úseku, v případě železniční stanice počet výhybek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délku traťového úseku, v případě železniční stanice počet výhybek]</w:t>
            </w:r>
            <w:r>
              <w:rPr>
                <w:noProof/>
              </w:rPr>
              <w:fldChar w:fldCharType="end"/>
            </w:r>
          </w:p>
        </w:tc>
      </w:tr>
      <w:tr w:rsidR="006E2AA4" w:rsidRPr="00AC4146" w14:paraId="7A95FE19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6B365DD" w14:textId="33D4255F" w:rsidR="006E2AA4" w:rsidRPr="007D7EE3" w:rsidRDefault="00314819" w:rsidP="00835CCE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Stavební práce zahrnovaly práce na sdělovacím zařízení:</w:t>
            </w:r>
          </w:p>
        </w:tc>
        <w:tc>
          <w:tcPr>
            <w:tcW w:w="4264" w:type="dxa"/>
          </w:tcPr>
          <w:p w14:paraId="4B579904" w14:textId="0E145997" w:rsidR="006E2AA4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0AE2213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7420881" w14:textId="6C321612" w:rsidR="00040DA0" w:rsidRPr="007D7EE3" w:rsidRDefault="00314819" w:rsidP="00835CCE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Stavební práce zahrnovaly práce na energetickém a elektrotechnickém zařízení:</w:t>
            </w:r>
          </w:p>
        </w:tc>
        <w:tc>
          <w:tcPr>
            <w:tcW w:w="4264" w:type="dxa"/>
          </w:tcPr>
          <w:p w14:paraId="6B4D2DC7" w14:textId="56EBD7AE" w:rsidR="00040DA0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, délku traťového úseku a zda se jednalo o silnoproudé zařízení, trakční vedení, případně jiné zařízení - specifikaci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DPH, délku traťového úseku a zda se jednalo o silnoproudé zařízení, trakční vedení, případně jiné zařízení - specifikaci]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24F63516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021AAAE" w14:textId="71DD91FD" w:rsidR="00835CCE" w:rsidRPr="00835CCE" w:rsidRDefault="00314819" w:rsidP="00835CCE">
            <w:pPr>
              <w:rPr>
                <w:noProof/>
              </w:rPr>
            </w:pPr>
            <w:r w:rsidRPr="00404764">
              <w:rPr>
                <w:b/>
                <w:noProof/>
                <w:szCs w:val="20"/>
              </w:rPr>
              <w:t>Stavební práce zahrnovaly práce na budovách:</w:t>
            </w:r>
          </w:p>
        </w:tc>
        <w:tc>
          <w:tcPr>
            <w:tcW w:w="4264" w:type="dxa"/>
          </w:tcPr>
          <w:p w14:paraId="469D8B4F" w14:textId="2179A8EE" w:rsidR="00040DA0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 a typ objektu - budova osobního nádraží, technologická budova, stavba s památkovou ochranou apod.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 a typ objektu - budova osobního nádraží, technologická budova, stavba s památkovou ochranou apod.]</w:t>
            </w:r>
            <w:r>
              <w:rPr>
                <w:noProof/>
              </w:rPr>
              <w:fldChar w:fldCharType="end"/>
            </w:r>
          </w:p>
        </w:tc>
      </w:tr>
      <w:tr w:rsidR="00040DA0" w:rsidRPr="00AC4146" w14:paraId="7EED284C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45F493D" w14:textId="73ED70AE" w:rsidR="00040DA0" w:rsidRPr="007D7EE3" w:rsidRDefault="00314819" w:rsidP="00835CCE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Stavební práce zahrnovaly práce a údržbu na skalních masivech:</w:t>
            </w:r>
          </w:p>
        </w:tc>
        <w:tc>
          <w:tcPr>
            <w:tcW w:w="4264" w:type="dxa"/>
          </w:tcPr>
          <w:p w14:paraId="26895E23" w14:textId="75F5ADFF" w:rsidR="00040DA0" w:rsidRPr="007D7EE3" w:rsidRDefault="00314819" w:rsidP="004C037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hodnotu v Kč bez DPH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hodnotu v Kč bez DPH]</w:t>
            </w:r>
            <w:r>
              <w:rPr>
                <w:noProof/>
              </w:rPr>
              <w:fldChar w:fldCharType="end"/>
            </w:r>
          </w:p>
        </w:tc>
      </w:tr>
    </w:tbl>
    <w:p w14:paraId="4A091CC7" w14:textId="6ACB21AE" w:rsidR="007479E1" w:rsidRDefault="007479E1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314819" w:rsidRPr="00AC4146" w14:paraId="0E72EBB0" w14:textId="77777777" w:rsidTr="008B09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955D2D9" w14:textId="0B33B303" w:rsidR="00314819" w:rsidRPr="007D7EE3" w:rsidRDefault="00314819" w:rsidP="008B092D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SOD obsahovala vyhrazené plnění realizované vlastní kapacitou:</w:t>
            </w:r>
          </w:p>
        </w:tc>
        <w:tc>
          <w:tcPr>
            <w:tcW w:w="4264" w:type="dxa"/>
          </w:tcPr>
          <w:p w14:paraId="3C867CEA" w14:textId="7937473D" w:rsidR="00314819" w:rsidRPr="007D7EE3" w:rsidRDefault="008F67C1" w:rsidP="008B092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ANO/NE, v případě ANO uvést níže uvedené podrobnosti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[ANO/NE, v případě ANO uvést níže uvedené podrobnosti]</w:t>
            </w:r>
            <w:r>
              <w:rPr>
                <w:noProof/>
              </w:rPr>
              <w:fldChar w:fldCharType="end"/>
            </w:r>
          </w:p>
        </w:tc>
      </w:tr>
      <w:tr w:rsidR="00314819" w:rsidRPr="00AC4146" w14:paraId="24B5E7A1" w14:textId="77777777" w:rsidTr="008B092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69C867C5" w14:textId="0CBB7568" w:rsidR="00314819" w:rsidRPr="007D7EE3" w:rsidRDefault="00314819" w:rsidP="008B092D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Popis vyhrazeného plnění dle SOD:</w:t>
            </w:r>
          </w:p>
        </w:tc>
        <w:tc>
          <w:tcPr>
            <w:tcW w:w="4264" w:type="dxa"/>
          </w:tcPr>
          <w:p w14:paraId="4841F08B" w14:textId="6FD7E198" w:rsidR="00314819" w:rsidRPr="007D7EE3" w:rsidRDefault="008F67C1" w:rsidP="008B0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označení dle čísel a názvů jednotlivých PS a SO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[označení dle čísel a názvů jednotlivých PS a SO]</w:t>
            </w:r>
            <w:r>
              <w:rPr>
                <w:noProof/>
              </w:rPr>
              <w:fldChar w:fldCharType="end"/>
            </w:r>
          </w:p>
        </w:tc>
      </w:tr>
      <w:tr w:rsidR="00314819" w:rsidRPr="00AC4146" w14:paraId="05469C80" w14:textId="77777777" w:rsidTr="008F67C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7183CAE0" w14:textId="7814D5EB" w:rsidR="00314819" w:rsidRPr="007D7EE3" w:rsidRDefault="00314819" w:rsidP="008B092D">
            <w:pPr>
              <w:rPr>
                <w:b/>
                <w:noProof/>
              </w:rPr>
            </w:pPr>
            <w:r w:rsidRPr="00404764">
              <w:rPr>
                <w:b/>
                <w:noProof/>
                <w:szCs w:val="20"/>
              </w:rPr>
              <w:t>Zhotovitel vyhrazeného plnění:</w:t>
            </w:r>
          </w:p>
        </w:tc>
        <w:tc>
          <w:tcPr>
            <w:tcW w:w="4264" w:type="dxa"/>
          </w:tcPr>
          <w:p w14:paraId="680AE6D6" w14:textId="77777777" w:rsidR="00314819" w:rsidRPr="007D7EE3" w:rsidRDefault="00314819" w:rsidP="008B0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bookmarkStart w:id="9" w:name="_GoBack"/>
            <w:bookmarkEnd w:id="9"/>
          </w:p>
        </w:tc>
      </w:tr>
      <w:tr w:rsidR="008F67C1" w:rsidRPr="00AC4146" w14:paraId="3F5C961E" w14:textId="77777777" w:rsidTr="008F67C1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46734491" w14:textId="513CCCFB" w:rsidR="008F67C1" w:rsidRPr="00404764" w:rsidRDefault="008F67C1" w:rsidP="008B092D">
            <w:pPr>
              <w:rPr>
                <w:b/>
                <w:noProof/>
                <w:szCs w:val="20"/>
              </w:rPr>
            </w:pPr>
            <w:r w:rsidRPr="00404764">
              <w:rPr>
                <w:b/>
                <w:noProof/>
                <w:szCs w:val="20"/>
              </w:rPr>
              <w:t>Hodnota vyhrazeného plnění v Kč bez DPH:</w:t>
            </w:r>
          </w:p>
        </w:tc>
        <w:tc>
          <w:tcPr>
            <w:tcW w:w="4264" w:type="dxa"/>
          </w:tcPr>
          <w:p w14:paraId="4F1A4F2F" w14:textId="77777777" w:rsidR="008F67C1" w:rsidRPr="007D7EE3" w:rsidRDefault="008F67C1" w:rsidP="008B092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14:paraId="022A9DF3" w14:textId="6C2F12ED" w:rsidR="00314819" w:rsidRDefault="00314819" w:rsidP="007479E1">
      <w:pPr>
        <w:spacing w:after="0"/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00"/>
        <w:gridCol w:w="2901"/>
        <w:gridCol w:w="2901"/>
      </w:tblGrid>
      <w:tr w:rsidR="00040DA0" w14:paraId="1DCBF0E0" w14:textId="77777777" w:rsidTr="00040D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5AA1E89D" w14:textId="77777777" w:rsidR="00040DA0" w:rsidRPr="007D7EE3" w:rsidRDefault="00040DA0" w:rsidP="007479E1">
            <w:pPr>
              <w:rPr>
                <w:noProof/>
              </w:rPr>
            </w:pPr>
          </w:p>
        </w:tc>
        <w:tc>
          <w:tcPr>
            <w:tcW w:w="2901" w:type="dxa"/>
            <w:shd w:val="clear" w:color="auto" w:fill="FFBFBF" w:themeFill="accent6" w:themeFillTint="33"/>
          </w:tcPr>
          <w:p w14:paraId="1065C593" w14:textId="77777777" w:rsidR="00040DA0" w:rsidRPr="007D7EE3" w:rsidRDefault="00040DA0" w:rsidP="007479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7D7EE3">
              <w:rPr>
                <w:b/>
                <w:noProof/>
              </w:rPr>
              <w:t>Obchodní firma</w:t>
            </w:r>
          </w:p>
        </w:tc>
        <w:tc>
          <w:tcPr>
            <w:tcW w:w="2901" w:type="dxa"/>
            <w:shd w:val="clear" w:color="auto" w:fill="FFBFBF" w:themeFill="accent6" w:themeFillTint="33"/>
          </w:tcPr>
          <w:p w14:paraId="2B595984" w14:textId="77777777" w:rsidR="00040DA0" w:rsidRPr="007D7EE3" w:rsidRDefault="00040DA0" w:rsidP="00835CC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7D7EE3">
              <w:rPr>
                <w:b/>
                <w:noProof/>
              </w:rPr>
              <w:t xml:space="preserve">Hodnota prováděných prací v Kč </w:t>
            </w:r>
            <w:r w:rsidRPr="00835CCE">
              <w:rPr>
                <w:b/>
                <w:noProof/>
              </w:rPr>
              <w:t>bez DPH</w:t>
            </w:r>
          </w:p>
        </w:tc>
      </w:tr>
      <w:tr w:rsidR="00040DA0" w14:paraId="3F620147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3E485A3" w14:textId="77777777" w:rsidR="00040DA0" w:rsidRPr="007D7EE3" w:rsidRDefault="00835CCE" w:rsidP="00835CCE">
            <w:pPr>
              <w:rPr>
                <w:b/>
                <w:noProof/>
              </w:rPr>
            </w:pPr>
            <w:r>
              <w:rPr>
                <w:b/>
                <w:noProof/>
              </w:rPr>
              <w:t>Správce/vedoucí společník:</w:t>
            </w:r>
          </w:p>
        </w:tc>
        <w:tc>
          <w:tcPr>
            <w:tcW w:w="2901" w:type="dxa"/>
          </w:tcPr>
          <w:p w14:paraId="60E783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901" w:type="dxa"/>
          </w:tcPr>
          <w:p w14:paraId="2CBBE58C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A0" w14:paraId="20745811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DD7DD55" w14:textId="77777777" w:rsidR="00040DA0" w:rsidRPr="007D7EE3" w:rsidRDefault="00835CCE" w:rsidP="00835CCE">
            <w:pPr>
              <w:rPr>
                <w:b/>
                <w:noProof/>
              </w:rPr>
            </w:pPr>
            <w:r>
              <w:rPr>
                <w:b/>
                <w:noProof/>
              </w:rPr>
              <w:t>Další společník:</w:t>
            </w:r>
          </w:p>
        </w:tc>
        <w:tc>
          <w:tcPr>
            <w:tcW w:w="2901" w:type="dxa"/>
          </w:tcPr>
          <w:p w14:paraId="4D52C5DE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901" w:type="dxa"/>
          </w:tcPr>
          <w:p w14:paraId="7B7DB42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A0" w14:paraId="0A516BEE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2A63443E" w14:textId="77777777" w:rsidR="00040DA0" w:rsidRPr="007D7EE3" w:rsidRDefault="00835CCE" w:rsidP="00835CCE">
            <w:pPr>
              <w:rPr>
                <w:b/>
                <w:noProof/>
              </w:rPr>
            </w:pPr>
            <w:r>
              <w:rPr>
                <w:b/>
                <w:noProof/>
              </w:rPr>
              <w:t>Další společník:</w:t>
            </w:r>
          </w:p>
        </w:tc>
        <w:tc>
          <w:tcPr>
            <w:tcW w:w="2901" w:type="dxa"/>
          </w:tcPr>
          <w:p w14:paraId="3D3DBD9D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901" w:type="dxa"/>
          </w:tcPr>
          <w:p w14:paraId="04A007A1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A0" w14:paraId="470F81ED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70A64507" w14:textId="77777777" w:rsidR="00040DA0" w:rsidRPr="007D7EE3" w:rsidRDefault="00835CCE" w:rsidP="00835CCE">
            <w:pPr>
              <w:rPr>
                <w:b/>
                <w:noProof/>
              </w:rPr>
            </w:pPr>
            <w:r>
              <w:rPr>
                <w:b/>
                <w:noProof/>
              </w:rPr>
              <w:t>Další společník:</w:t>
            </w:r>
          </w:p>
        </w:tc>
        <w:tc>
          <w:tcPr>
            <w:tcW w:w="2901" w:type="dxa"/>
          </w:tcPr>
          <w:p w14:paraId="35B306E5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  <w:tc>
          <w:tcPr>
            <w:tcW w:w="2901" w:type="dxa"/>
          </w:tcPr>
          <w:p w14:paraId="301C41A7" w14:textId="77777777" w:rsidR="00040DA0" w:rsidRPr="007D7EE3" w:rsidRDefault="00040DA0" w:rsidP="00747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  <w:tr w:rsidR="00040DA0" w14:paraId="2044BB1B" w14:textId="77777777" w:rsidTr="00040D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00" w:type="dxa"/>
            <w:shd w:val="clear" w:color="auto" w:fill="FFBFBF" w:themeFill="accent6" w:themeFillTint="33"/>
          </w:tcPr>
          <w:p w14:paraId="38F84E45" w14:textId="77777777" w:rsidR="00040DA0" w:rsidRPr="007D7EE3" w:rsidRDefault="00040DA0" w:rsidP="007479E1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Celkem v</w:t>
            </w:r>
            <w:r w:rsidR="00AF02D9" w:rsidRPr="007D7EE3">
              <w:rPr>
                <w:b/>
                <w:noProof/>
              </w:rPr>
              <w:t> </w:t>
            </w:r>
            <w:r w:rsidRPr="007D7EE3">
              <w:rPr>
                <w:b/>
                <w:noProof/>
              </w:rPr>
              <w:t>Kč</w:t>
            </w:r>
            <w:r w:rsidR="00AF02D9" w:rsidRPr="007D7EE3">
              <w:rPr>
                <w:b/>
                <w:noProof/>
              </w:rPr>
              <w:t xml:space="preserve"> bez DPH</w:t>
            </w:r>
            <w:r w:rsidR="00835CCE">
              <w:rPr>
                <w:b/>
                <w:noProof/>
              </w:rPr>
              <w:t>:</w:t>
            </w:r>
          </w:p>
        </w:tc>
        <w:tc>
          <w:tcPr>
            <w:tcW w:w="5802" w:type="dxa"/>
            <w:gridSpan w:val="2"/>
            <w:shd w:val="clear" w:color="auto" w:fill="FFBFBF" w:themeFill="accent6" w:themeFillTint="33"/>
          </w:tcPr>
          <w:p w14:paraId="28DF797F" w14:textId="77777777" w:rsidR="007A440A" w:rsidRPr="007A440A" w:rsidRDefault="007A440A" w:rsidP="00040DA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b/>
                <w:noProof/>
              </w:rPr>
              <w:fldChar w:fldCharType="begin">
                <w:ffData>
                  <w:name w:val="Text10"/>
                  <w:enabled/>
                  <w:calcOnExit w:val="0"/>
                  <w:textInput>
                    <w:default w:val="xxx"/>
                  </w:textInput>
                </w:ffData>
              </w:fldChar>
            </w:r>
            <w:bookmarkStart w:id="10" w:name="Text10"/>
            <w:r>
              <w:rPr>
                <w:b/>
                <w:noProof/>
              </w:rPr>
              <w:instrText xml:space="preserve"> FORMTEXT </w:instrText>
            </w:r>
            <w:r>
              <w:rPr>
                <w:b/>
                <w:noProof/>
              </w:rPr>
            </w:r>
            <w:r>
              <w:rPr>
                <w:b/>
                <w:noProof/>
              </w:rPr>
              <w:fldChar w:fldCharType="separate"/>
            </w:r>
            <w:r>
              <w:rPr>
                <w:b/>
                <w:noProof/>
              </w:rPr>
              <w:t>xxx</w:t>
            </w:r>
            <w:r>
              <w:rPr>
                <w:b/>
                <w:noProof/>
              </w:rPr>
              <w:fldChar w:fldCharType="end"/>
            </w:r>
            <w:bookmarkEnd w:id="10"/>
            <w:r>
              <w:rPr>
                <w:b/>
                <w:noProof/>
              </w:rPr>
              <w:t xml:space="preserve"> </w:t>
            </w:r>
            <w:r w:rsidRPr="007A440A">
              <w:rPr>
                <w:noProof/>
                <w:vanish/>
              </w:rPr>
              <w:t>(vyplnit pouze v případě, kdy se jedná o společnost)</w:t>
            </w:r>
          </w:p>
        </w:tc>
      </w:tr>
    </w:tbl>
    <w:p w14:paraId="07CAB69B" w14:textId="77777777" w:rsidR="00040DA0" w:rsidRDefault="00040DA0" w:rsidP="007479E1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7479E1" w:rsidRPr="00AC4146" w14:paraId="558D7188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6CC09D7" w14:textId="77777777" w:rsidR="007479E1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Hodnocení objednatele:</w:t>
            </w:r>
          </w:p>
        </w:tc>
        <w:tc>
          <w:tcPr>
            <w:tcW w:w="4264" w:type="dxa"/>
          </w:tcPr>
          <w:p w14:paraId="5CA2330D" w14:textId="77777777" w:rsidR="007479E1" w:rsidRPr="007D7EE3" w:rsidRDefault="00040DA0" w:rsidP="0047754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noProof/>
              </w:rPr>
            </w:pPr>
            <w:r w:rsidRPr="007D7EE3">
              <w:rPr>
                <w:noProof/>
              </w:rPr>
              <w:t>Správa železnic osvědčuje, že stavební práce uvedené v tomto osvědčení byly řádně poskytnuty a dokončeny.</w:t>
            </w:r>
          </w:p>
        </w:tc>
      </w:tr>
      <w:tr w:rsidR="007479E1" w:rsidRPr="00AC4146" w14:paraId="3225AE85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2E495941" w14:textId="77777777" w:rsidR="007479E1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Kontaktní osoba:</w:t>
            </w:r>
          </w:p>
        </w:tc>
        <w:tc>
          <w:tcPr>
            <w:tcW w:w="4264" w:type="dxa"/>
          </w:tcPr>
          <w:p w14:paraId="5E1C04E2" w14:textId="682D826A" w:rsidR="007479E1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>
                    <w:default w:val="[jméno, příjmení]"/>
                  </w:textInput>
                </w:ffData>
              </w:fldChar>
            </w:r>
            <w:bookmarkStart w:id="11" w:name="Text11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[jméno, příjmení]</w:t>
            </w:r>
            <w:r>
              <w:rPr>
                <w:noProof/>
              </w:rPr>
              <w:fldChar w:fldCharType="end"/>
            </w:r>
            <w:bookmarkEnd w:id="11"/>
          </w:p>
          <w:p w14:paraId="332BF6C8" w14:textId="7DC6A8A6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funkce, odborná správa]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[funkce, odborná správa]</w:t>
            </w:r>
            <w:r>
              <w:rPr>
                <w:noProof/>
              </w:rPr>
              <w:fldChar w:fldCharType="end"/>
            </w:r>
          </w:p>
          <w:p w14:paraId="3306A4BC" w14:textId="7B2CF7FC" w:rsidR="0047754B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tel: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14:paraId="4EF1ED33" w14:textId="0F4F32F5" w:rsidR="0047754B" w:rsidRPr="007D7EE3" w:rsidRDefault="0047754B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 xml:space="preserve">e-mail: </w:t>
            </w:r>
            <w:r>
              <w:rPr>
                <w:noProof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</w:tc>
      </w:tr>
    </w:tbl>
    <w:p w14:paraId="6AA4FADB" w14:textId="77777777" w:rsidR="007479E1" w:rsidRDefault="007479E1" w:rsidP="00040DA0">
      <w:pPr>
        <w:spacing w:after="0"/>
        <w:rPr>
          <w:noProof/>
        </w:rPr>
      </w:pP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4438"/>
        <w:gridCol w:w="4264"/>
      </w:tblGrid>
      <w:tr w:rsidR="00040DA0" w:rsidRPr="00AC4146" w14:paraId="1BCFA976" w14:textId="77777777" w:rsidTr="002D02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56389BE4" w14:textId="6776B659" w:rsidR="00040DA0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Jméno a přijmení vystavitele</w:t>
            </w:r>
            <w:r w:rsidR="006A1B74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54C16F17" w14:textId="07179968" w:rsidR="00040DA0" w:rsidRPr="007D7EE3" w:rsidRDefault="006A1B74" w:rsidP="002D02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Ing. Petr Vodička</w:t>
            </w:r>
          </w:p>
        </w:tc>
      </w:tr>
      <w:tr w:rsidR="00040DA0" w:rsidRPr="00AC4146" w14:paraId="67A7535B" w14:textId="77777777" w:rsidTr="002D0272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08A4E11F" w14:textId="0812E081" w:rsidR="00040DA0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Funkce</w:t>
            </w:r>
            <w:r w:rsidR="006A1B74">
              <w:rPr>
                <w:b/>
                <w:noProof/>
              </w:rPr>
              <w:t>:</w:t>
            </w:r>
          </w:p>
        </w:tc>
        <w:tc>
          <w:tcPr>
            <w:tcW w:w="4264" w:type="dxa"/>
          </w:tcPr>
          <w:p w14:paraId="385D2027" w14:textId="7C6EA9AC" w:rsidR="00040DA0" w:rsidRPr="007D7EE3" w:rsidRDefault="006A1B74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  <w:r>
              <w:rPr>
                <w:noProof/>
              </w:rPr>
              <w:t>ředitel Oblastního ředitelství Hradec Králové</w:t>
            </w:r>
          </w:p>
        </w:tc>
      </w:tr>
      <w:tr w:rsidR="00040DA0" w:rsidRPr="00AC4146" w14:paraId="7F870949" w14:textId="77777777" w:rsidTr="006A1B74">
        <w:trPr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38" w:type="dxa"/>
            <w:shd w:val="clear" w:color="auto" w:fill="FFBFBF" w:themeFill="accent6" w:themeFillTint="33"/>
          </w:tcPr>
          <w:p w14:paraId="1935A613" w14:textId="2E733886" w:rsidR="00040DA0" w:rsidRPr="007D7EE3" w:rsidRDefault="00040DA0" w:rsidP="004C037A">
            <w:pPr>
              <w:rPr>
                <w:b/>
                <w:noProof/>
              </w:rPr>
            </w:pPr>
            <w:r w:rsidRPr="007D7EE3">
              <w:rPr>
                <w:b/>
                <w:noProof/>
              </w:rPr>
              <w:t>Podpis vystavitele</w:t>
            </w:r>
            <w:r w:rsidR="006A1B74">
              <w:rPr>
                <w:b/>
                <w:noProof/>
              </w:rPr>
              <w:t xml:space="preserve"> a datum vystavení osvědčení:</w:t>
            </w:r>
          </w:p>
        </w:tc>
        <w:tc>
          <w:tcPr>
            <w:tcW w:w="4264" w:type="dxa"/>
          </w:tcPr>
          <w:p w14:paraId="3A30DC7A" w14:textId="77777777" w:rsidR="00040DA0" w:rsidRPr="007D7EE3" w:rsidRDefault="00040DA0" w:rsidP="002D02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noProof/>
              </w:rPr>
            </w:pPr>
          </w:p>
        </w:tc>
      </w:tr>
    </w:tbl>
    <w:p w14:paraId="055BF7F3" w14:textId="77777777" w:rsidR="009F392E" w:rsidRPr="00F0533E" w:rsidRDefault="009F392E" w:rsidP="00F0533E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C95719" w14:textId="77777777" w:rsidR="004C037A" w:rsidRDefault="004C037A" w:rsidP="00962258">
      <w:pPr>
        <w:spacing w:after="0" w:line="240" w:lineRule="auto"/>
      </w:pPr>
      <w:r>
        <w:separator/>
      </w:r>
    </w:p>
  </w:endnote>
  <w:endnote w:type="continuationSeparator" w:id="0">
    <w:p w14:paraId="79C9C2E0" w14:textId="77777777" w:rsidR="004C037A" w:rsidRDefault="004C037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2BE1199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5A9AB8E" w14:textId="4436DAC5" w:rsidR="004C037A" w:rsidRPr="00B8518B" w:rsidRDefault="004C037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7C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7C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274DB1" w14:textId="77777777" w:rsidR="004C037A" w:rsidRDefault="004C037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DC3061" w14:textId="77777777" w:rsidR="004C037A" w:rsidRDefault="004C037A" w:rsidP="00B8518B">
          <w:pPr>
            <w:pStyle w:val="Zpat"/>
          </w:pPr>
        </w:p>
      </w:tc>
      <w:tc>
        <w:tcPr>
          <w:tcW w:w="2921" w:type="dxa"/>
        </w:tcPr>
        <w:p w14:paraId="7138D21A" w14:textId="77777777" w:rsidR="004C037A" w:rsidRDefault="004C037A" w:rsidP="00D831A3">
          <w:pPr>
            <w:pStyle w:val="Zpat"/>
          </w:pPr>
        </w:p>
      </w:tc>
    </w:tr>
  </w:tbl>
  <w:p w14:paraId="75A0AB12" w14:textId="77777777" w:rsidR="004C037A" w:rsidRPr="00B8518B" w:rsidRDefault="004C037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1DB66D" wp14:editId="6DEC5D8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1BB0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FCD97B5" wp14:editId="2D41B81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1EA03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C037A" w14:paraId="107C1C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B0AACA" w14:textId="0FC7043E" w:rsidR="004C037A" w:rsidRPr="00B8518B" w:rsidRDefault="004C037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7C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7C1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94FCCC" w14:textId="77777777" w:rsidR="004C037A" w:rsidRDefault="004C037A" w:rsidP="00460660">
          <w:pPr>
            <w:pStyle w:val="Zpat"/>
          </w:pPr>
          <w:r>
            <w:t>Správa železnic, státní organizace</w:t>
          </w:r>
        </w:p>
        <w:p w14:paraId="6AB2E9DC" w14:textId="77777777" w:rsidR="004C037A" w:rsidRDefault="004C037A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CC28F43" w14:textId="77777777" w:rsidR="004C037A" w:rsidRDefault="004C037A" w:rsidP="00460660">
          <w:pPr>
            <w:pStyle w:val="Zpat"/>
          </w:pPr>
          <w:r>
            <w:t>Sídlo: Dlážděná 1003/7, 110 00 Praha 1</w:t>
          </w:r>
        </w:p>
        <w:p w14:paraId="7EFEDE38" w14:textId="77777777" w:rsidR="004C037A" w:rsidRDefault="004C037A" w:rsidP="00460660">
          <w:pPr>
            <w:pStyle w:val="Zpat"/>
          </w:pPr>
          <w:r>
            <w:t>IČO: 709 94 234 DIČ: CZ 709 94 234</w:t>
          </w:r>
        </w:p>
        <w:p w14:paraId="12A0054E" w14:textId="77777777" w:rsidR="004C037A" w:rsidRDefault="004C037A" w:rsidP="00460660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FF837A9" w14:textId="77777777" w:rsidR="004C037A" w:rsidRDefault="004C037A" w:rsidP="00460660">
          <w:pPr>
            <w:pStyle w:val="Zpat"/>
          </w:pPr>
        </w:p>
      </w:tc>
    </w:tr>
  </w:tbl>
  <w:p w14:paraId="04574C09" w14:textId="77777777" w:rsidR="004C037A" w:rsidRPr="00B8518B" w:rsidRDefault="004C037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A8E1585" wp14:editId="57DC56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1E4397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AF21547" wp14:editId="7427106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7DB18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40CAB5F" w14:textId="77777777" w:rsidR="004C037A" w:rsidRPr="00460660" w:rsidRDefault="004C037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C11DDE" w14:textId="77777777" w:rsidR="004C037A" w:rsidRDefault="004C037A" w:rsidP="00962258">
      <w:pPr>
        <w:spacing w:after="0" w:line="240" w:lineRule="auto"/>
      </w:pPr>
      <w:r>
        <w:separator/>
      </w:r>
    </w:p>
  </w:footnote>
  <w:footnote w:type="continuationSeparator" w:id="0">
    <w:p w14:paraId="4CE93845" w14:textId="77777777" w:rsidR="004C037A" w:rsidRDefault="004C037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25D5593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4E3CDC6" w14:textId="77777777" w:rsidR="004C037A" w:rsidRPr="00B8518B" w:rsidRDefault="004C037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59F8DA" w14:textId="77777777" w:rsidR="004C037A" w:rsidRDefault="004C037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0AC8774" w14:textId="77777777" w:rsidR="004C037A" w:rsidRPr="00D6163D" w:rsidRDefault="004C037A" w:rsidP="00D6163D">
          <w:pPr>
            <w:pStyle w:val="Druhdokumentu"/>
          </w:pPr>
        </w:p>
      </w:tc>
    </w:tr>
  </w:tbl>
  <w:p w14:paraId="04CB5D95" w14:textId="77777777" w:rsidR="004C037A" w:rsidRPr="00D6163D" w:rsidRDefault="004C037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C037A" w14:paraId="635724F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141281E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BACF8F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D6FA8F" w14:textId="77777777" w:rsidR="004C037A" w:rsidRPr="00D6163D" w:rsidRDefault="004C037A" w:rsidP="00FC6389">
          <w:pPr>
            <w:pStyle w:val="Druhdokumentu"/>
          </w:pPr>
        </w:p>
      </w:tc>
    </w:tr>
    <w:tr w:rsidR="004C037A" w14:paraId="2FADFC9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13178CA" w14:textId="77777777" w:rsidR="004C037A" w:rsidRPr="00B8518B" w:rsidRDefault="004C037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F39030" w14:textId="77777777" w:rsidR="004C037A" w:rsidRDefault="004C037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7EF3AC1" w14:textId="77777777" w:rsidR="004C037A" w:rsidRPr="00D6163D" w:rsidRDefault="004C037A" w:rsidP="00FC6389">
          <w:pPr>
            <w:pStyle w:val="Druhdokumentu"/>
          </w:pPr>
        </w:p>
      </w:tc>
    </w:tr>
  </w:tbl>
  <w:p w14:paraId="40C03526" w14:textId="77777777" w:rsidR="004C037A" w:rsidRPr="00D6163D" w:rsidRDefault="004C037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D414E09" wp14:editId="5D5B81C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8C3DC28" w14:textId="77777777" w:rsidR="004C037A" w:rsidRPr="00460660" w:rsidRDefault="004C037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268"/>
    <w:rsid w:val="00040DA0"/>
    <w:rsid w:val="00072C1E"/>
    <w:rsid w:val="000E23A7"/>
    <w:rsid w:val="0010693F"/>
    <w:rsid w:val="00114472"/>
    <w:rsid w:val="00153E75"/>
    <w:rsid w:val="001550BC"/>
    <w:rsid w:val="001605B9"/>
    <w:rsid w:val="00170EC5"/>
    <w:rsid w:val="001747C1"/>
    <w:rsid w:val="00184743"/>
    <w:rsid w:val="001D4402"/>
    <w:rsid w:val="00201F68"/>
    <w:rsid w:val="00207DF5"/>
    <w:rsid w:val="00280E07"/>
    <w:rsid w:val="002C31BF"/>
    <w:rsid w:val="002D0272"/>
    <w:rsid w:val="002D08B1"/>
    <w:rsid w:val="002E0CD7"/>
    <w:rsid w:val="00314819"/>
    <w:rsid w:val="00341DCF"/>
    <w:rsid w:val="00357BC6"/>
    <w:rsid w:val="003956C6"/>
    <w:rsid w:val="00441430"/>
    <w:rsid w:val="00450F07"/>
    <w:rsid w:val="00453CD3"/>
    <w:rsid w:val="00460660"/>
    <w:rsid w:val="0047754B"/>
    <w:rsid w:val="00486107"/>
    <w:rsid w:val="00487BE4"/>
    <w:rsid w:val="00491827"/>
    <w:rsid w:val="004B348C"/>
    <w:rsid w:val="004C037A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6D0E"/>
    <w:rsid w:val="00677B7F"/>
    <w:rsid w:val="006A1B74"/>
    <w:rsid w:val="006A5570"/>
    <w:rsid w:val="006A689C"/>
    <w:rsid w:val="006B3D79"/>
    <w:rsid w:val="006D7AFE"/>
    <w:rsid w:val="006E0578"/>
    <w:rsid w:val="006E2AA4"/>
    <w:rsid w:val="006E314D"/>
    <w:rsid w:val="00710723"/>
    <w:rsid w:val="00723ED1"/>
    <w:rsid w:val="00735D4B"/>
    <w:rsid w:val="00743525"/>
    <w:rsid w:val="007479E1"/>
    <w:rsid w:val="0076286B"/>
    <w:rsid w:val="00766846"/>
    <w:rsid w:val="0077673A"/>
    <w:rsid w:val="007846E1"/>
    <w:rsid w:val="007A440A"/>
    <w:rsid w:val="007B570C"/>
    <w:rsid w:val="007C589B"/>
    <w:rsid w:val="007D7EE3"/>
    <w:rsid w:val="007E4A6E"/>
    <w:rsid w:val="007F56A7"/>
    <w:rsid w:val="00807DD0"/>
    <w:rsid w:val="00835CCE"/>
    <w:rsid w:val="008659F3"/>
    <w:rsid w:val="00886D4B"/>
    <w:rsid w:val="00895406"/>
    <w:rsid w:val="008A3568"/>
    <w:rsid w:val="008D03B9"/>
    <w:rsid w:val="008F18D6"/>
    <w:rsid w:val="008F67C1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543C7"/>
    <w:rsid w:val="00A6177B"/>
    <w:rsid w:val="00A66136"/>
    <w:rsid w:val="00AA4CBB"/>
    <w:rsid w:val="00AA65FA"/>
    <w:rsid w:val="00AA7351"/>
    <w:rsid w:val="00AC4146"/>
    <w:rsid w:val="00AD056F"/>
    <w:rsid w:val="00AD6731"/>
    <w:rsid w:val="00AF02D9"/>
    <w:rsid w:val="00AF1ECD"/>
    <w:rsid w:val="00B131B5"/>
    <w:rsid w:val="00B15D0D"/>
    <w:rsid w:val="00B52916"/>
    <w:rsid w:val="00B75EE1"/>
    <w:rsid w:val="00B77481"/>
    <w:rsid w:val="00B8518B"/>
    <w:rsid w:val="00BD7E91"/>
    <w:rsid w:val="00C02D0A"/>
    <w:rsid w:val="00C03A6E"/>
    <w:rsid w:val="00C324AC"/>
    <w:rsid w:val="00C44F6A"/>
    <w:rsid w:val="00C47AE3"/>
    <w:rsid w:val="00C73268"/>
    <w:rsid w:val="00C92A97"/>
    <w:rsid w:val="00CD1FC4"/>
    <w:rsid w:val="00D0177F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C27A9"/>
    <w:rsid w:val="00ED14BD"/>
    <w:rsid w:val="00F0533E"/>
    <w:rsid w:val="00F06762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1333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6C49CD9"/>
  <w14:defaultImageDpi w14:val="32767"/>
  <w15:docId w15:val="{D0A255F9-198A-47F9-BDF6-999EB2DF2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D0177F"/>
    <w:pPr>
      <w:spacing w:after="0" w:line="240" w:lineRule="auto"/>
    </w:p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styleId="Prosttabulka2">
    <w:name w:val="Plain Table 2"/>
    <w:basedOn w:val="Normlntabulka"/>
    <w:uiPriority w:val="42"/>
    <w:rsid w:val="007479E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Zstupntext">
    <w:name w:val="Placeholder Text"/>
    <w:basedOn w:val="Standardnpsmoodstavce"/>
    <w:uiPriority w:val="99"/>
    <w:semiHidden/>
    <w:rsid w:val="00153E75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1D440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440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440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440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440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cha\Desktop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B839972-F7C5-4613-B7CF-BF39D93E9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9</TotalTime>
  <Pages>3</Pages>
  <Words>688</Words>
  <Characters>4064</Characters>
  <Application>Microsoft Office Word</Application>
  <DocSecurity>0</DocSecurity>
  <Lines>33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Suchá Markéta</dc:creator>
  <cp:keywords/>
  <dc:description/>
  <cp:lastModifiedBy>Suchá Markéta</cp:lastModifiedBy>
  <cp:revision>4</cp:revision>
  <cp:lastPrinted>2022-03-23T11:11:00Z</cp:lastPrinted>
  <dcterms:created xsi:type="dcterms:W3CDTF">2022-04-22T08:06:00Z</dcterms:created>
  <dcterms:modified xsi:type="dcterms:W3CDTF">2022-09-20T11:08:00Z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